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2340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F76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Α18-</w:t>
            </w:r>
            <w:r w:rsidR="002F7643" w:rsidRPr="002F76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Ο2.Ε10 </w:t>
            </w:r>
            <w:r w:rsidR="00753C81" w:rsidRPr="00753C8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75756" w:rsidRPr="0047575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2F7643" w:rsidRPr="002F764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Ταμπλέτα Τύπου 03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2F7643" w:rsidRPr="00DF25B3" w:rsidTr="00DC2C1E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Μέγεθος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 xml:space="preserve">: </w:t>
            </w:r>
            <w:proofErr w:type="spellStart"/>
            <w:r w:rsidRPr="00A8070F">
              <w:rPr>
                <w:lang w:val="en-GB"/>
              </w:rPr>
              <w:t>έως</w:t>
            </w:r>
            <w:proofErr w:type="spellEnd"/>
            <w:r w:rsidRPr="00A8070F">
              <w:rPr>
                <w:lang w:val="en-GB"/>
              </w:rPr>
              <w:t xml:space="preserve"> 11.0''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r w:rsidRPr="00A8070F">
              <w:t xml:space="preserve">Ανάλυση Οθόνης: </w:t>
            </w:r>
            <w:r w:rsidRPr="00A8070F">
              <w:rPr>
                <w:lang w:val="en-GB"/>
              </w:rPr>
              <w:t>Full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 xml:space="preserve">+ (2000 </w:t>
            </w:r>
            <w:r w:rsidRPr="00A8070F">
              <w:rPr>
                <w:lang w:val="en-GB"/>
              </w:rPr>
              <w:t>x</w:t>
            </w:r>
            <w:r w:rsidRPr="00A8070F">
              <w:t xml:space="preserve"> 1200)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>: TFT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Πυρήνων</w:t>
            </w:r>
            <w:proofErr w:type="spellEnd"/>
            <w:r w:rsidRPr="00A8070F">
              <w:rPr>
                <w:lang w:val="en-GB"/>
              </w:rPr>
              <w:t xml:space="preserve"> Eπ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 xml:space="preserve">αστή: </w:t>
            </w:r>
            <w:proofErr w:type="spellStart"/>
            <w:r w:rsidRPr="00A8070F">
              <w:rPr>
                <w:lang w:val="en-GB"/>
              </w:rPr>
              <w:t>Οκτ</w:t>
            </w:r>
            <w:proofErr w:type="spellEnd"/>
            <w:r w:rsidRPr="00A8070F">
              <w:rPr>
                <w:lang w:val="en-GB"/>
              </w:rPr>
              <w:t>απύρηνος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Τα</w:t>
            </w:r>
            <w:proofErr w:type="spellStart"/>
            <w:r w:rsidRPr="00A8070F">
              <w:rPr>
                <w:lang w:val="en-GB"/>
              </w:rPr>
              <w:t>χύτητ</w:t>
            </w:r>
            <w:proofErr w:type="spellEnd"/>
            <w:r w:rsidRPr="00A8070F">
              <w:rPr>
                <w:lang w:val="en-GB"/>
              </w:rPr>
              <w:t>α Επ</w:t>
            </w:r>
            <w:proofErr w:type="spellStart"/>
            <w:r w:rsidRPr="00A8070F">
              <w:rPr>
                <w:lang w:val="en-GB"/>
              </w:rPr>
              <w:t>εξεργ</w:t>
            </w:r>
            <w:proofErr w:type="spellEnd"/>
            <w:r w:rsidRPr="00A8070F">
              <w:rPr>
                <w:lang w:val="en-GB"/>
              </w:rPr>
              <w:t>αστή: 2.4GHz, 2GHz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 xml:space="preserve"> RAM: 4GB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EF62A6" w:rsidTr="00DC2C1E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 xml:space="preserve">ατωμένη </w:t>
            </w: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>: 64 GB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r w:rsidRPr="00A8070F">
              <w:t xml:space="preserve">Υποστήριξη εξωτερικής μνήμης: </w:t>
            </w:r>
            <w:proofErr w:type="spellStart"/>
            <w:r w:rsidRPr="00A8070F">
              <w:rPr>
                <w:lang w:val="en-GB"/>
              </w:rPr>
              <w:t>microSD</w:t>
            </w:r>
            <w:proofErr w:type="spellEnd"/>
            <w:r w:rsidRPr="00A8070F">
              <w:t xml:space="preserve"> (έως 1</w:t>
            </w:r>
            <w:r w:rsidRPr="00A8070F">
              <w:rPr>
                <w:lang w:val="en-GB"/>
              </w:rPr>
              <w:t>TB</w:t>
            </w:r>
            <w:r w:rsidRPr="00A8070F">
              <w:t>)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Κάμερ</w:t>
            </w:r>
            <w:proofErr w:type="spellEnd"/>
            <w:r w:rsidRPr="00A8070F">
              <w:rPr>
                <w:lang w:val="en-GB"/>
              </w:rPr>
              <w:t xml:space="preserve">α : </w:t>
            </w:r>
            <w:proofErr w:type="spellStart"/>
            <w:r w:rsidRPr="00A8070F">
              <w:rPr>
                <w:lang w:val="en-GB"/>
              </w:rPr>
              <w:t>έως</w:t>
            </w:r>
            <w:proofErr w:type="spellEnd"/>
            <w:r w:rsidRPr="00A8070F">
              <w:rPr>
                <w:lang w:val="en-GB"/>
              </w:rPr>
              <w:t xml:space="preserve"> 8 MP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Selfie </w:t>
            </w:r>
            <w:proofErr w:type="spellStart"/>
            <w:r w:rsidRPr="00A8070F">
              <w:rPr>
                <w:lang w:val="en-GB"/>
              </w:rPr>
              <w:t>κάμερ</w:t>
            </w:r>
            <w:proofErr w:type="spellEnd"/>
            <w:r w:rsidRPr="00A8070F">
              <w:rPr>
                <w:lang w:val="en-GB"/>
              </w:rPr>
              <w:t xml:space="preserve">α: </w:t>
            </w:r>
            <w:proofErr w:type="spellStart"/>
            <w:r w:rsidRPr="00A8070F">
              <w:rPr>
                <w:lang w:val="en-GB"/>
              </w:rPr>
              <w:t>έως</w:t>
            </w:r>
            <w:proofErr w:type="spellEnd"/>
            <w:r w:rsidRPr="00A8070F">
              <w:rPr>
                <w:lang w:val="en-GB"/>
              </w:rPr>
              <w:t xml:space="preserve"> 5 MP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DF25B3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r w:rsidRPr="00A8070F">
              <w:t xml:space="preserve">Ανάλυση βίντεο: </w:t>
            </w:r>
            <w:r w:rsidRPr="00A8070F">
              <w:rPr>
                <w:lang w:val="en-GB"/>
              </w:rPr>
              <w:t>Full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 xml:space="preserve"> (1920 </w:t>
            </w:r>
            <w:r w:rsidRPr="00A8070F">
              <w:rPr>
                <w:lang w:val="en-GB"/>
              </w:rPr>
              <w:t>x</w:t>
            </w:r>
            <w:r w:rsidRPr="00A8070F">
              <w:t xml:space="preserve"> 1080)@30</w:t>
            </w:r>
            <w:r w:rsidRPr="00A8070F">
              <w:rPr>
                <w:lang w:val="en-GB"/>
              </w:rPr>
              <w:t>fps</w:t>
            </w:r>
          </w:p>
        </w:tc>
        <w:tc>
          <w:tcPr>
            <w:tcW w:w="1116" w:type="dxa"/>
            <w:vAlign w:val="center"/>
          </w:tcPr>
          <w:p w:rsidR="002F7643" w:rsidRPr="00432CD9" w:rsidRDefault="002F7643" w:rsidP="002F7643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2F7643" w:rsidRPr="00432CD9" w:rsidRDefault="002F7643" w:rsidP="002F7643">
            <w:r w:rsidRPr="00432CD9">
              <w:t xml:space="preserve"> 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Συνδεσιμότητ</w:t>
            </w:r>
            <w:proofErr w:type="spellEnd"/>
            <w:r w:rsidRPr="00A8070F">
              <w:rPr>
                <w:lang w:val="en-GB"/>
              </w:rPr>
              <w:t xml:space="preserve">α: </w:t>
            </w:r>
            <w:proofErr w:type="spellStart"/>
            <w:r w:rsidRPr="00A8070F">
              <w:rPr>
                <w:lang w:val="en-GB"/>
              </w:rPr>
              <w:t>WiFi</w:t>
            </w:r>
            <w:proofErr w:type="spellEnd"/>
            <w:r w:rsidRPr="00A8070F">
              <w:rPr>
                <w:lang w:val="en-GB"/>
              </w:rPr>
              <w:t xml:space="preserve"> + 5G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8040B9" w:rsidRDefault="002F7643" w:rsidP="002F7643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8040B9" w:rsidRDefault="002F7643" w:rsidP="002F7643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8040B9" w:rsidRDefault="002F7643" w:rsidP="002F7643">
            <w:r w:rsidRPr="008040B9">
              <w:t> 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r w:rsidRPr="00A8070F">
              <w:t xml:space="preserve">Θύρα </w:t>
            </w:r>
            <w:r w:rsidRPr="00A8070F">
              <w:rPr>
                <w:lang w:val="en-GB"/>
              </w:rPr>
              <w:t>USB</w:t>
            </w:r>
            <w:r w:rsidRPr="00A8070F">
              <w:t>: ενδει</w:t>
            </w:r>
            <w:r>
              <w:t>κ</w:t>
            </w:r>
            <w:r w:rsidRPr="00A8070F">
              <w:t xml:space="preserve">τικού τύπου </w:t>
            </w:r>
            <w:r w:rsidRPr="00A8070F">
              <w:rPr>
                <w:lang w:val="en-GB"/>
              </w:rPr>
              <w:t>Type</w:t>
            </w:r>
            <w:r w:rsidRPr="00A8070F">
              <w:t>-</w:t>
            </w:r>
            <w:r w:rsidRPr="00A8070F">
              <w:rPr>
                <w:lang w:val="en-GB"/>
              </w:rPr>
              <w:t>C</w:t>
            </w:r>
            <w:r w:rsidRPr="00A8070F">
              <w:t xml:space="preserve"> 2.0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8040B9" w:rsidRDefault="002F7643" w:rsidP="002F7643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8040B9" w:rsidRDefault="002F7643" w:rsidP="002F7643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8040B9" w:rsidRDefault="002F7643" w:rsidP="002F7643">
            <w:r w:rsidRPr="008040B9">
              <w:t> 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Έκδοση</w:t>
            </w:r>
            <w:proofErr w:type="spellEnd"/>
            <w:r w:rsidRPr="00A8070F">
              <w:rPr>
                <w:lang w:val="en-GB"/>
              </w:rPr>
              <w:t xml:space="preserve"> Bluetooth: 5.3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753C81" w:rsidRDefault="002F7643" w:rsidP="002F7643">
            <w:pPr>
              <w:jc w:val="center"/>
            </w:pPr>
            <w:r w:rsidRPr="00753C81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Θύρ</w:t>
            </w:r>
            <w:proofErr w:type="spellEnd"/>
            <w:r w:rsidRPr="00A8070F">
              <w:rPr>
                <w:lang w:val="en-GB"/>
              </w:rPr>
              <w:t>α α</w:t>
            </w:r>
            <w:proofErr w:type="spellStart"/>
            <w:r w:rsidRPr="00A8070F">
              <w:rPr>
                <w:lang w:val="en-GB"/>
              </w:rPr>
              <w:t>κουστικών</w:t>
            </w:r>
            <w:proofErr w:type="spellEnd"/>
            <w:r w:rsidRPr="00A8070F">
              <w:rPr>
                <w:lang w:val="en-GB"/>
              </w:rPr>
              <w:t>: 3.5mm jack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753C81" w:rsidRDefault="002F7643" w:rsidP="002F7643">
            <w:pPr>
              <w:jc w:val="center"/>
            </w:pPr>
            <w:r w:rsidRPr="00753C81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Αριθμός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ηχείων</w:t>
            </w:r>
            <w:proofErr w:type="spellEnd"/>
            <w:r w:rsidRPr="00A8070F">
              <w:rPr>
                <w:lang w:val="en-GB"/>
              </w:rPr>
              <w:t>: x2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753C81" w:rsidRDefault="002F7643" w:rsidP="002F7643">
            <w:pPr>
              <w:jc w:val="center"/>
            </w:pPr>
            <w:r w:rsidRPr="00753C81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Τεχνολογί</w:t>
            </w:r>
            <w:proofErr w:type="spellEnd"/>
            <w:r w:rsidRPr="00A8070F">
              <w:rPr>
                <w:lang w:val="en-GB"/>
              </w:rPr>
              <w:t>α</w:t>
            </w:r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Ήχου</w:t>
            </w:r>
            <w:proofErr w:type="spellEnd"/>
            <w:r w:rsidRPr="00A8070F">
              <w:rPr>
                <w:lang w:val="en-US"/>
              </w:rPr>
              <w:t xml:space="preserve">: Tuned by AKG, Dolby </w:t>
            </w:r>
            <w:proofErr w:type="spellStart"/>
            <w:r w:rsidRPr="00A8070F">
              <w:rPr>
                <w:lang w:val="en-US"/>
              </w:rPr>
              <w:t>Atmos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753C81" w:rsidRDefault="002F7643" w:rsidP="002F7643">
            <w:pPr>
              <w:jc w:val="center"/>
            </w:pPr>
            <w:r w:rsidRPr="00753C81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</w:tr>
      <w:tr w:rsidR="002F7643" w:rsidRPr="00A8070F" w:rsidTr="00DC2C1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18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F7643" w:rsidRPr="00A8070F" w:rsidRDefault="002F7643" w:rsidP="002F7643">
            <w:pPr>
              <w:rPr>
                <w:lang w:val="en-GB"/>
              </w:rPr>
            </w:pPr>
            <w:r w:rsidRPr="00A8070F">
              <w:rPr>
                <w:lang w:val="en-GB"/>
              </w:rPr>
              <w:t>Μπατα</w:t>
            </w:r>
            <w:proofErr w:type="spellStart"/>
            <w:r w:rsidRPr="00A8070F">
              <w:rPr>
                <w:lang w:val="en-GB"/>
              </w:rPr>
              <w:t>ρί</w:t>
            </w:r>
            <w:proofErr w:type="spellEnd"/>
            <w:r w:rsidRPr="00A8070F">
              <w:rPr>
                <w:lang w:val="en-GB"/>
              </w:rPr>
              <w:t xml:space="preserve">α : 7040 </w:t>
            </w:r>
            <w:proofErr w:type="spellStart"/>
            <w:r w:rsidRPr="00A8070F">
              <w:rPr>
                <w:lang w:val="en-GB"/>
              </w:rPr>
              <w:t>mAh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7643" w:rsidRPr="00753C81" w:rsidRDefault="002F7643" w:rsidP="002F7643">
            <w:pPr>
              <w:jc w:val="center"/>
            </w:pPr>
            <w:r w:rsidRPr="00753C81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F7643" w:rsidRPr="00753C81" w:rsidRDefault="002F7643" w:rsidP="002F7643">
            <w:r w:rsidRPr="00753C81">
              <w:t> </w:t>
            </w:r>
          </w:p>
        </w:tc>
      </w:tr>
    </w:tbl>
    <w:p w:rsidR="00EB2777" w:rsidRDefault="00EB2777" w:rsidP="008040B9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34035"/>
    <w:rsid w:val="00250C6D"/>
    <w:rsid w:val="002F7643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6C353C"/>
    <w:rsid w:val="007420FC"/>
    <w:rsid w:val="00753C81"/>
    <w:rsid w:val="008040B9"/>
    <w:rsid w:val="009735EA"/>
    <w:rsid w:val="009809F1"/>
    <w:rsid w:val="00997F72"/>
    <w:rsid w:val="00A30A4C"/>
    <w:rsid w:val="00A40B4A"/>
    <w:rsid w:val="00B317A9"/>
    <w:rsid w:val="00B330EB"/>
    <w:rsid w:val="00C65E37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BABD9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1</Pages>
  <Words>130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2025-09-10T07:11:00Z</dcterms:created>
  <dcterms:modified xsi:type="dcterms:W3CDTF">2025-09-10T11:27:00Z</dcterms:modified>
</cp:coreProperties>
</file>